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177" w:rsidRPr="005C42B5" w:rsidRDefault="005C42B5" w:rsidP="0014417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5C42B5">
        <w:rPr>
          <w:b/>
          <w:bCs/>
          <w:sz w:val="28"/>
          <w:szCs w:val="28"/>
        </w:rPr>
        <w:t>OFERTA NA DOSTAWĘ</w:t>
      </w:r>
    </w:p>
    <w:p w:rsidR="005C42B5" w:rsidRPr="005C42B5" w:rsidRDefault="005C42B5" w:rsidP="00144177">
      <w:pPr>
        <w:spacing w:before="120" w:after="120"/>
        <w:ind w:left="6" w:hanging="6"/>
        <w:jc w:val="center"/>
        <w:rPr>
          <w:sz w:val="28"/>
          <w:szCs w:val="28"/>
        </w:rPr>
      </w:pPr>
      <w:r w:rsidRPr="005C42B5">
        <w:rPr>
          <w:b/>
          <w:sz w:val="28"/>
          <w:szCs w:val="28"/>
        </w:rPr>
        <w:t xml:space="preserve">ODCZYNNIKÓW DO BIOCHEMII WRAZ Z DZIERŻAWĄ ANALIZATORA </w:t>
      </w:r>
      <w:r w:rsidRPr="005C42B5">
        <w:rPr>
          <w:sz w:val="28"/>
          <w:szCs w:val="28"/>
        </w:rPr>
        <w:t xml:space="preserve"> 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część</w:t>
      </w:r>
      <w:r w:rsidR="00903CCE">
        <w:rPr>
          <w:b/>
          <w:bCs/>
          <w:sz w:val="28"/>
          <w:szCs w:val="28"/>
        </w:rPr>
        <w:t xml:space="preserve"> nr …………</w:t>
      </w:r>
      <w:r w:rsidR="003B14AF">
        <w:t>(jeżeli dotyczy).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2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7338E5">
        <w:t xml:space="preserve"> 2018 r. poz. 1986</w:t>
      </w:r>
      <w:r w:rsidR="00136EC5">
        <w:t xml:space="preserve"> z późn. zm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 w:rsidRPr="005C42B5">
        <w:rPr>
          <w:rFonts w:cs="Times New Roman"/>
        </w:rPr>
        <w:t>„</w:t>
      </w:r>
      <w:r w:rsidR="005C42B5" w:rsidRPr="005C42B5">
        <w:rPr>
          <w:rFonts w:cs="Times New Roman"/>
          <w:b/>
        </w:rPr>
        <w:t>dostawa odczynników do biochemii wraz z dzierżawą analizatora</w:t>
      </w:r>
      <w:r w:rsidR="005C42B5" w:rsidRPr="005C42B5">
        <w:rPr>
          <w:rFonts w:cs="Times New Roman"/>
        </w:rPr>
        <w:t xml:space="preserve"> </w:t>
      </w:r>
      <w:r w:rsidR="0020623A" w:rsidRPr="005C42B5">
        <w:rPr>
          <w:rFonts w:cs="Times New Roman"/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D5163E">
        <w:t xml:space="preserve"> </w:t>
      </w:r>
      <w:r w:rsidR="00932DF7">
        <w:t>24</w:t>
      </w:r>
      <w:r w:rsidR="00C82D97" w:rsidRPr="00EC757E">
        <w:t xml:space="preserve">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040" w:rsidRDefault="00466040">
      <w:r>
        <w:separator/>
      </w:r>
    </w:p>
  </w:endnote>
  <w:endnote w:type="continuationSeparator" w:id="1">
    <w:p w:rsidR="00466040" w:rsidRDefault="00466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FDE" w:rsidRDefault="00676020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8907265"/>
      <w:docPartObj>
        <w:docPartGallery w:val="Page Numbers (Bottom of Page)"/>
        <w:docPartUnique/>
      </w:docPartObj>
    </w:sdtPr>
    <w:sdtContent>
      <w:p w:rsidR="002A6B45" w:rsidRDefault="00676020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D5163E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040" w:rsidRDefault="00466040">
      <w:r>
        <w:separator/>
      </w:r>
    </w:p>
  </w:footnote>
  <w:footnote w:type="continuationSeparator" w:id="1">
    <w:p w:rsidR="00466040" w:rsidRDefault="00466040">
      <w:r>
        <w:continuationSeparator/>
      </w:r>
    </w:p>
  </w:footnote>
  <w:footnote w:id="2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3B14AF">
      <w:rPr>
        <w:rFonts w:ascii="Arial" w:hAnsi="Arial"/>
        <w:noProof/>
        <w:sz w:val="20"/>
        <w:szCs w:val="20"/>
      </w:rPr>
      <w:t>k sprawy: SP ZOZ NZZP II 2400/20</w:t>
    </w:r>
    <w:r w:rsidR="00C82D97">
      <w:rPr>
        <w:rFonts w:ascii="Arial" w:hAnsi="Arial"/>
        <w:noProof/>
        <w:sz w:val="20"/>
        <w:szCs w:val="20"/>
      </w:rPr>
      <w:t>/19</w:t>
    </w:r>
    <w:r w:rsidR="003B14AF">
      <w:rPr>
        <w:rFonts w:ascii="Arial" w:hAnsi="Arial"/>
        <w:noProof/>
        <w:sz w:val="20"/>
        <w:szCs w:val="20"/>
      </w:rPr>
      <w:t xml:space="preserve">                  </w:t>
    </w:r>
    <w:r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001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5977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1128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95434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14AF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66040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C42B5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F11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76020"/>
    <w:rsid w:val="0068214C"/>
    <w:rsid w:val="0068656F"/>
    <w:rsid w:val="00686838"/>
    <w:rsid w:val="006A2679"/>
    <w:rsid w:val="006A3B80"/>
    <w:rsid w:val="006B7438"/>
    <w:rsid w:val="006C5E43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B6FC7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163E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40CBA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645EB-3820-4D4D-8D47-3E0203673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57</TotalTime>
  <Pages>3</Pages>
  <Words>1026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7171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dom</cp:lastModifiedBy>
  <cp:revision>155</cp:revision>
  <cp:lastPrinted>2019-03-06T11:54:00Z</cp:lastPrinted>
  <dcterms:created xsi:type="dcterms:W3CDTF">2018-03-08T08:22:00Z</dcterms:created>
  <dcterms:modified xsi:type="dcterms:W3CDTF">2019-06-03T10:42:00Z</dcterms:modified>
  <cp:category/>
</cp:coreProperties>
</file>